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BAE57" w14:textId="0849D738" w:rsidR="00FA1BB5" w:rsidRDefault="00925F66" w:rsidP="00925F66">
      <w:pPr>
        <w:jc w:val="center"/>
        <w:rPr>
          <w:rFonts w:ascii="仿宋_GB2312" w:eastAsia="仿宋_GB2312" w:hAnsi="仿宋_GB2312" w:cs="仿宋_GB2312"/>
          <w:sz w:val="32"/>
          <w:szCs w:val="32"/>
        </w:rPr>
      </w:pPr>
      <w:r w:rsidRPr="00F82097">
        <w:rPr>
          <w:rFonts w:ascii="仿宋_GB2312" w:eastAsia="仿宋_GB2312" w:hAnsi="仿宋_GB2312" w:cs="仿宋_GB2312" w:hint="eastAsia"/>
          <w:sz w:val="32"/>
          <w:szCs w:val="32"/>
        </w:rPr>
        <w:t>医</w:t>
      </w:r>
      <w:r w:rsidR="00927290" w:rsidRPr="00F82097">
        <w:rPr>
          <w:rFonts w:ascii="仿宋_GB2312" w:eastAsia="仿宋_GB2312" w:hAnsi="仿宋_GB2312" w:cs="仿宋_GB2312" w:hint="eastAsia"/>
          <w:sz w:val="32"/>
          <w:szCs w:val="32"/>
        </w:rPr>
        <w:t>学院研</w:t>
      </w:r>
      <w:r w:rsidR="00927290">
        <w:rPr>
          <w:rFonts w:ascii="仿宋_GB2312" w:eastAsia="仿宋_GB2312" w:hAnsi="仿宋_GB2312" w:cs="仿宋_GB2312" w:hint="eastAsia"/>
          <w:sz w:val="32"/>
          <w:szCs w:val="32"/>
        </w:rPr>
        <w:t>究生开题</w:t>
      </w:r>
      <w:r w:rsidR="0080718D">
        <w:rPr>
          <w:rFonts w:ascii="仿宋_GB2312" w:eastAsia="仿宋_GB2312" w:hAnsi="仿宋_GB2312" w:cs="仿宋_GB2312" w:hint="eastAsia"/>
          <w:sz w:val="32"/>
          <w:szCs w:val="32"/>
        </w:rPr>
        <w:t>报告</w:t>
      </w:r>
      <w:r w:rsidR="00927290">
        <w:rPr>
          <w:rFonts w:ascii="仿宋_GB2312" w:eastAsia="仿宋_GB2312" w:hAnsi="仿宋_GB2312" w:cs="仿宋_GB2312" w:hint="eastAsia"/>
          <w:sz w:val="32"/>
          <w:szCs w:val="32"/>
        </w:rPr>
        <w:t>审查表</w:t>
      </w:r>
    </w:p>
    <w:p w14:paraId="681C006B" w14:textId="77777777" w:rsidR="00FA1BB5" w:rsidRDefault="00927290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                               </w:t>
      </w:r>
    </w:p>
    <w:tbl>
      <w:tblPr>
        <w:tblStyle w:val="a3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283"/>
        <w:gridCol w:w="2077"/>
        <w:gridCol w:w="1042"/>
        <w:gridCol w:w="1042"/>
        <w:gridCol w:w="2078"/>
      </w:tblGrid>
      <w:tr w:rsidR="00FA1BB5" w14:paraId="2A1FF0CB" w14:textId="77777777" w:rsidTr="0063523B">
        <w:trPr>
          <w:trHeight w:val="551"/>
        </w:trPr>
        <w:tc>
          <w:tcPr>
            <w:tcW w:w="2283" w:type="dxa"/>
            <w:vAlign w:val="center"/>
          </w:tcPr>
          <w:p w14:paraId="1548E749" w14:textId="77777777" w:rsidR="00FA1BB5" w:rsidRPr="00706D33" w:rsidRDefault="00927290" w:rsidP="003E35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>姓名</w:t>
            </w:r>
          </w:p>
        </w:tc>
        <w:tc>
          <w:tcPr>
            <w:tcW w:w="2077" w:type="dxa"/>
            <w:vAlign w:val="center"/>
          </w:tcPr>
          <w:p w14:paraId="28DD89E7" w14:textId="77777777" w:rsidR="00FA1BB5" w:rsidRPr="00706D33" w:rsidRDefault="00FA1BB5" w:rsidP="003E35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084" w:type="dxa"/>
            <w:gridSpan w:val="2"/>
            <w:vAlign w:val="center"/>
          </w:tcPr>
          <w:p w14:paraId="5600271A" w14:textId="77777777" w:rsidR="00FA1BB5" w:rsidRPr="00706D33" w:rsidRDefault="00927290" w:rsidP="003E35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>学号</w:t>
            </w:r>
          </w:p>
        </w:tc>
        <w:tc>
          <w:tcPr>
            <w:tcW w:w="2078" w:type="dxa"/>
            <w:vAlign w:val="center"/>
          </w:tcPr>
          <w:p w14:paraId="5EE8F586" w14:textId="77777777" w:rsidR="00FA1BB5" w:rsidRPr="00706D33" w:rsidRDefault="00FA1BB5" w:rsidP="003E35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A1BB5" w14:paraId="3102D08B" w14:textId="77777777" w:rsidTr="0063523B">
        <w:trPr>
          <w:trHeight w:val="559"/>
        </w:trPr>
        <w:tc>
          <w:tcPr>
            <w:tcW w:w="2283" w:type="dxa"/>
            <w:vAlign w:val="center"/>
          </w:tcPr>
          <w:p w14:paraId="266570CB" w14:textId="77777777" w:rsidR="00FA1BB5" w:rsidRPr="00706D33" w:rsidRDefault="00927290" w:rsidP="003E35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>专业</w:t>
            </w:r>
          </w:p>
        </w:tc>
        <w:tc>
          <w:tcPr>
            <w:tcW w:w="2077" w:type="dxa"/>
            <w:vAlign w:val="center"/>
          </w:tcPr>
          <w:p w14:paraId="1CA4D572" w14:textId="77777777" w:rsidR="00FA1BB5" w:rsidRPr="00706D33" w:rsidRDefault="00FA1BB5" w:rsidP="003E35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084" w:type="dxa"/>
            <w:gridSpan w:val="2"/>
            <w:vAlign w:val="center"/>
          </w:tcPr>
          <w:p w14:paraId="7A9D24A4" w14:textId="77777777" w:rsidR="00FA1BB5" w:rsidRPr="00706D33" w:rsidRDefault="00927290" w:rsidP="003E35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>导师</w:t>
            </w:r>
          </w:p>
        </w:tc>
        <w:tc>
          <w:tcPr>
            <w:tcW w:w="2078" w:type="dxa"/>
            <w:vAlign w:val="center"/>
          </w:tcPr>
          <w:p w14:paraId="7993AA8D" w14:textId="77777777" w:rsidR="00FA1BB5" w:rsidRPr="00706D33" w:rsidRDefault="00FA1BB5" w:rsidP="003E35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6F3D81" w14:paraId="4AE74B86" w14:textId="77777777" w:rsidTr="0063523B">
        <w:trPr>
          <w:trHeight w:val="709"/>
        </w:trPr>
        <w:tc>
          <w:tcPr>
            <w:tcW w:w="2283" w:type="dxa"/>
            <w:vAlign w:val="center"/>
          </w:tcPr>
          <w:p w14:paraId="54073EEF" w14:textId="77777777" w:rsidR="006F3D81" w:rsidRPr="00706D33" w:rsidRDefault="006F3D81" w:rsidP="003E35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培养层次</w:t>
            </w:r>
          </w:p>
        </w:tc>
        <w:tc>
          <w:tcPr>
            <w:tcW w:w="6239" w:type="dxa"/>
            <w:gridSpan w:val="4"/>
            <w:vAlign w:val="center"/>
          </w:tcPr>
          <w:p w14:paraId="350639E1" w14:textId="77777777" w:rsidR="006F3D81" w:rsidRPr="00706D33" w:rsidRDefault="006F3D81" w:rsidP="003E35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A1BB5" w14:paraId="0681FFE2" w14:textId="77777777" w:rsidTr="0063523B">
        <w:trPr>
          <w:trHeight w:val="709"/>
        </w:trPr>
        <w:tc>
          <w:tcPr>
            <w:tcW w:w="2283" w:type="dxa"/>
            <w:vAlign w:val="center"/>
          </w:tcPr>
          <w:p w14:paraId="264924E7" w14:textId="77777777" w:rsidR="00FA1BB5" w:rsidRPr="00706D33" w:rsidRDefault="00927290" w:rsidP="003E35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>开题题目</w:t>
            </w:r>
          </w:p>
        </w:tc>
        <w:tc>
          <w:tcPr>
            <w:tcW w:w="6239" w:type="dxa"/>
            <w:gridSpan w:val="4"/>
            <w:vAlign w:val="center"/>
          </w:tcPr>
          <w:p w14:paraId="5F1987DC" w14:textId="77777777" w:rsidR="00FA1BB5" w:rsidRPr="00706D33" w:rsidRDefault="00FA1BB5" w:rsidP="003E35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14:paraId="717DE9DF" w14:textId="77777777" w:rsidR="00FA1BB5" w:rsidRPr="00706D33" w:rsidRDefault="00FA1BB5" w:rsidP="003E35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A1BB5" w14:paraId="2401A25D" w14:textId="77777777" w:rsidTr="005A09AA">
        <w:trPr>
          <w:trHeight w:val="834"/>
        </w:trPr>
        <w:tc>
          <w:tcPr>
            <w:tcW w:w="2283" w:type="dxa"/>
            <w:vAlign w:val="center"/>
          </w:tcPr>
          <w:p w14:paraId="44423BEC" w14:textId="77777777" w:rsidR="00FA1BB5" w:rsidRPr="00706D33" w:rsidRDefault="00041D58" w:rsidP="005A09A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完整的</w:t>
            </w:r>
            <w:r w:rsidR="00927290" w:rsidRPr="00706D33">
              <w:rPr>
                <w:rFonts w:ascii="仿宋_GB2312" w:eastAsia="仿宋_GB2312" w:hAnsi="仿宋_GB2312" w:cs="仿宋_GB2312" w:hint="eastAsia"/>
                <w:sz w:val="24"/>
              </w:rPr>
              <w:t>开题报告</w:t>
            </w:r>
          </w:p>
        </w:tc>
        <w:tc>
          <w:tcPr>
            <w:tcW w:w="6239" w:type="dxa"/>
            <w:gridSpan w:val="4"/>
            <w:vAlign w:val="center"/>
          </w:tcPr>
          <w:p w14:paraId="3C0196C4" w14:textId="77777777" w:rsidR="00706D33" w:rsidRPr="00706D33" w:rsidRDefault="005A09AA" w:rsidP="00706D33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需另附</w:t>
            </w:r>
          </w:p>
        </w:tc>
      </w:tr>
      <w:tr w:rsidR="00FA1BB5" w14:paraId="425AFDF8" w14:textId="77777777" w:rsidTr="0063523B">
        <w:tc>
          <w:tcPr>
            <w:tcW w:w="2283" w:type="dxa"/>
            <w:vAlign w:val="center"/>
          </w:tcPr>
          <w:p w14:paraId="6DBE965C" w14:textId="77777777" w:rsidR="00FA1BB5" w:rsidRPr="00706D33" w:rsidRDefault="00927290" w:rsidP="0080718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>导师审查意见</w:t>
            </w:r>
          </w:p>
        </w:tc>
        <w:tc>
          <w:tcPr>
            <w:tcW w:w="6239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14:paraId="439B39B0" w14:textId="77777777" w:rsidR="00FA1BB5" w:rsidRPr="00706D33" w:rsidRDefault="00FA1BB5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3500EEED" w14:textId="77777777" w:rsidR="00FA1BB5" w:rsidRPr="00706D33" w:rsidRDefault="00FA1BB5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7FDAD9B4" w14:textId="77777777" w:rsidR="00FA1BB5" w:rsidRPr="00706D33" w:rsidRDefault="00927290" w:rsidP="004A30F3">
            <w:pPr>
              <w:ind w:firstLineChars="1000" w:firstLine="2400"/>
              <w:rPr>
                <w:rFonts w:ascii="仿宋_GB2312" w:eastAsia="仿宋_GB2312" w:hAnsi="仿宋_GB2312" w:cs="仿宋_GB2312"/>
                <w:sz w:val="24"/>
              </w:rPr>
            </w:pP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 xml:space="preserve">导师签名：                                  </w:t>
            </w:r>
          </w:p>
          <w:p w14:paraId="09DEC5E8" w14:textId="77777777" w:rsidR="00FA1BB5" w:rsidRPr="00706D33" w:rsidRDefault="00706D33" w:rsidP="00706D33">
            <w:pPr>
              <w:ind w:firstLineChars="1300" w:firstLine="3120"/>
              <w:rPr>
                <w:rFonts w:ascii="仿宋_GB2312" w:eastAsia="仿宋_GB2312" w:hAnsi="仿宋_GB2312" w:cs="仿宋_GB2312"/>
                <w:sz w:val="24"/>
              </w:rPr>
            </w:pP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>年   月   日</w:t>
            </w:r>
          </w:p>
        </w:tc>
      </w:tr>
      <w:tr w:rsidR="0042508A" w14:paraId="61830AB2" w14:textId="77777777" w:rsidTr="0063523B">
        <w:trPr>
          <w:trHeight w:val="3088"/>
        </w:trPr>
        <w:tc>
          <w:tcPr>
            <w:tcW w:w="2283" w:type="dxa"/>
            <w:vAlign w:val="center"/>
          </w:tcPr>
          <w:p w14:paraId="37CDDEC6" w14:textId="77777777" w:rsidR="0042508A" w:rsidRPr="00706D33" w:rsidRDefault="0042508A" w:rsidP="0080718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>学院审查意见</w:t>
            </w:r>
          </w:p>
          <w:p w14:paraId="6FE816F0" w14:textId="77777777" w:rsidR="0042508A" w:rsidRPr="00706D33" w:rsidRDefault="0042508A" w:rsidP="0080718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>（是否同意</w:t>
            </w:r>
            <w:r w:rsidR="0080718D">
              <w:rPr>
                <w:rFonts w:ascii="仿宋_GB2312" w:eastAsia="仿宋_GB2312" w:hAnsi="仿宋_GB2312" w:cs="仿宋_GB2312" w:hint="eastAsia"/>
                <w:sz w:val="24"/>
              </w:rPr>
              <w:t>进行</w:t>
            </w: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>开题</w:t>
            </w:r>
            <w:r w:rsidR="0080718D">
              <w:rPr>
                <w:rFonts w:ascii="仿宋_GB2312" w:eastAsia="仿宋_GB2312" w:hAnsi="仿宋_GB2312" w:cs="仿宋_GB2312" w:hint="eastAsia"/>
                <w:sz w:val="24"/>
              </w:rPr>
              <w:t>答辩</w:t>
            </w: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>）</w:t>
            </w:r>
          </w:p>
        </w:tc>
        <w:tc>
          <w:tcPr>
            <w:tcW w:w="3119" w:type="dxa"/>
            <w:gridSpan w:val="2"/>
            <w:tcBorders>
              <w:top w:val="single" w:sz="4" w:space="0" w:color="000000" w:themeColor="text1"/>
            </w:tcBorders>
            <w:vAlign w:val="center"/>
          </w:tcPr>
          <w:p w14:paraId="35C4DA31" w14:textId="77777777" w:rsidR="0042508A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5BF35DF2" w14:textId="77777777" w:rsidR="0042508A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2267E615" w14:textId="77777777" w:rsidR="0042508A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06F26CF4" w14:textId="77777777" w:rsidR="0042508A" w:rsidRPr="00706D33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1D4A7E65" w14:textId="77777777" w:rsidR="0042508A" w:rsidRPr="00706D33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4DDFB38B" w14:textId="77777777" w:rsidR="0042508A" w:rsidRPr="00706D33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19F7C6F2" w14:textId="77777777" w:rsidR="004A30F3" w:rsidRDefault="004A30F3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5197F786" w14:textId="77777777" w:rsidR="004A30F3" w:rsidRDefault="004A30F3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4DFF9FB4" w14:textId="77777777" w:rsidR="0042508A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>分管院领导签名：</w:t>
            </w:r>
          </w:p>
          <w:p w14:paraId="629E95EE" w14:textId="77777777" w:rsidR="0042508A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78EAA79F" w14:textId="77777777" w:rsidR="004A30F3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</w:p>
          <w:p w14:paraId="5D2D68A2" w14:textId="77777777" w:rsidR="0042508A" w:rsidRPr="00706D33" w:rsidRDefault="0042508A" w:rsidP="004A30F3">
            <w:pPr>
              <w:ind w:firstLineChars="400" w:firstLine="960"/>
              <w:rPr>
                <w:rFonts w:ascii="仿宋_GB2312" w:eastAsia="仿宋_GB2312" w:hAnsi="仿宋_GB2312" w:cs="仿宋_GB2312"/>
                <w:sz w:val="24"/>
              </w:rPr>
            </w:pP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>年   月   日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     </w:t>
            </w:r>
          </w:p>
        </w:tc>
        <w:tc>
          <w:tcPr>
            <w:tcW w:w="3120" w:type="dxa"/>
            <w:gridSpan w:val="2"/>
            <w:tcBorders>
              <w:top w:val="single" w:sz="4" w:space="0" w:color="000000" w:themeColor="text1"/>
            </w:tcBorders>
            <w:vAlign w:val="center"/>
          </w:tcPr>
          <w:p w14:paraId="32140204" w14:textId="77777777" w:rsidR="0042508A" w:rsidRPr="00706D33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449E3443" w14:textId="77777777" w:rsidR="0042508A" w:rsidRPr="00706D33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0447BBE5" w14:textId="77777777" w:rsidR="0042508A" w:rsidRPr="00706D33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4EFFF397" w14:textId="77777777" w:rsidR="0042508A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4C30D8EC" w14:textId="77777777" w:rsidR="0042508A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08FEB340" w14:textId="77777777" w:rsidR="0042508A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2E2F45BD" w14:textId="77777777" w:rsidR="0042508A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669332EF" w14:textId="77777777" w:rsidR="0042508A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3815DB68" w14:textId="77777777" w:rsidR="0042508A" w:rsidRPr="00706D33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>党委负责人签名：</w:t>
            </w:r>
          </w:p>
          <w:p w14:paraId="398F03CB" w14:textId="77777777" w:rsidR="0042508A" w:rsidRPr="00706D33" w:rsidRDefault="0042508A" w:rsidP="0042508A">
            <w:pPr>
              <w:rPr>
                <w:rFonts w:ascii="仿宋_GB2312" w:eastAsia="仿宋_GB2312" w:hAnsi="仿宋_GB2312" w:cs="仿宋_GB2312"/>
                <w:sz w:val="24"/>
              </w:rPr>
            </w:pP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>党委公章：</w:t>
            </w:r>
          </w:p>
          <w:p w14:paraId="3E914283" w14:textId="77777777" w:rsidR="0042508A" w:rsidRDefault="0042508A" w:rsidP="0042508A">
            <w:pPr>
              <w:ind w:firstLineChars="300" w:firstLine="720"/>
              <w:rPr>
                <w:rFonts w:ascii="仿宋_GB2312" w:eastAsia="仿宋_GB2312" w:hAnsi="仿宋_GB2312" w:cs="仿宋_GB2312"/>
                <w:sz w:val="24"/>
              </w:rPr>
            </w:pP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 w:rsidRPr="00706D33"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</w:p>
          <w:p w14:paraId="65B1652B" w14:textId="77777777" w:rsidR="0042508A" w:rsidRPr="00706D33" w:rsidRDefault="0042508A" w:rsidP="0042508A">
            <w:pPr>
              <w:ind w:firstLineChars="300" w:firstLine="720"/>
              <w:rPr>
                <w:rFonts w:ascii="仿宋_GB2312" w:eastAsia="仿宋_GB2312" w:hAnsi="仿宋_GB2312" w:cs="仿宋_GB2312"/>
                <w:sz w:val="24"/>
              </w:rPr>
            </w:pP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>年   月   日</w:t>
            </w:r>
          </w:p>
        </w:tc>
      </w:tr>
    </w:tbl>
    <w:p w14:paraId="7B3E33F7" w14:textId="77777777" w:rsidR="0080718D" w:rsidRDefault="0080718D"/>
    <w:p w14:paraId="1C5C7AC0" w14:textId="77777777" w:rsidR="0080718D" w:rsidRDefault="00927290">
      <w:r>
        <w:rPr>
          <w:rFonts w:hint="eastAsia"/>
        </w:rPr>
        <w:t>说明：</w:t>
      </w:r>
    </w:p>
    <w:p w14:paraId="22DDE082" w14:textId="77777777" w:rsidR="00FA1BB5" w:rsidRDefault="00927290" w:rsidP="0080718D">
      <w:pPr>
        <w:ind w:firstLineChars="300" w:firstLine="630"/>
      </w:pPr>
      <w:r>
        <w:rPr>
          <w:rFonts w:hint="eastAsia"/>
        </w:rPr>
        <w:t>1.</w:t>
      </w:r>
      <w:r>
        <w:rPr>
          <w:rFonts w:hint="eastAsia"/>
        </w:rPr>
        <w:t>此表在开题</w:t>
      </w:r>
      <w:r w:rsidR="007D3E4F">
        <w:rPr>
          <w:rFonts w:hint="eastAsia"/>
        </w:rPr>
        <w:t>报告答辩</w:t>
      </w:r>
      <w:r>
        <w:rPr>
          <w:rFonts w:hint="eastAsia"/>
        </w:rPr>
        <w:t>前填写</w:t>
      </w:r>
      <w:r w:rsidR="0080718D">
        <w:rPr>
          <w:rFonts w:hint="eastAsia"/>
        </w:rPr>
        <w:t>，</w:t>
      </w:r>
      <w:r>
        <w:rPr>
          <w:rFonts w:hint="eastAsia"/>
        </w:rPr>
        <w:t>提交学院党委</w:t>
      </w:r>
      <w:r w:rsidR="00706D33">
        <w:rPr>
          <w:rFonts w:hint="eastAsia"/>
        </w:rPr>
        <w:t>、分管院领导</w:t>
      </w:r>
      <w:r>
        <w:rPr>
          <w:rFonts w:hint="eastAsia"/>
        </w:rPr>
        <w:t>审查，审查通过后方可</w:t>
      </w:r>
      <w:r w:rsidR="0080718D">
        <w:rPr>
          <w:rFonts w:hint="eastAsia"/>
        </w:rPr>
        <w:t>进行</w:t>
      </w:r>
      <w:r>
        <w:rPr>
          <w:rFonts w:hint="eastAsia"/>
        </w:rPr>
        <w:t>开题</w:t>
      </w:r>
      <w:r w:rsidR="0080718D">
        <w:rPr>
          <w:rFonts w:hint="eastAsia"/>
        </w:rPr>
        <w:t>答辩工作</w:t>
      </w:r>
      <w:r>
        <w:rPr>
          <w:rFonts w:hint="eastAsia"/>
        </w:rPr>
        <w:t>。</w:t>
      </w:r>
    </w:p>
    <w:p w14:paraId="34FA9D04" w14:textId="77777777" w:rsidR="00FA1BB5" w:rsidRDefault="00927290">
      <w:pPr>
        <w:numPr>
          <w:ilvl w:val="0"/>
          <w:numId w:val="1"/>
        </w:numPr>
        <w:ind w:firstLineChars="300" w:firstLine="630"/>
      </w:pPr>
      <w:r>
        <w:rPr>
          <w:rFonts w:hint="eastAsia"/>
        </w:rPr>
        <w:t>开题答辩专家小组由至少</w:t>
      </w:r>
      <w:r>
        <w:rPr>
          <w:rFonts w:hint="eastAsia"/>
        </w:rPr>
        <w:t>3</w:t>
      </w:r>
      <w:r>
        <w:rPr>
          <w:rFonts w:hint="eastAsia"/>
        </w:rPr>
        <w:t>名研究生导师组成，研究生导师可作为答辩专家小组成员。</w:t>
      </w:r>
    </w:p>
    <w:p w14:paraId="0D66685D" w14:textId="77777777" w:rsidR="00FA1BB5" w:rsidRDefault="00927290">
      <w:pPr>
        <w:numPr>
          <w:ilvl w:val="0"/>
          <w:numId w:val="1"/>
        </w:numPr>
        <w:ind w:firstLineChars="300" w:firstLine="630"/>
      </w:pPr>
      <w:r>
        <w:t>.</w:t>
      </w:r>
      <w:r>
        <w:t>组织答辩专家小组进行公开答辩，对开题报告是否通过</w:t>
      </w:r>
      <w:r>
        <w:rPr>
          <w:rFonts w:hint="eastAsia"/>
        </w:rPr>
        <w:t>做出</w:t>
      </w:r>
      <w:r>
        <w:t>结论</w:t>
      </w:r>
      <w:r>
        <w:rPr>
          <w:rFonts w:hint="eastAsia"/>
        </w:rPr>
        <w:t>。</w:t>
      </w:r>
    </w:p>
    <w:p w14:paraId="2CBE7D52" w14:textId="77777777" w:rsidR="00FA1BB5" w:rsidRDefault="00927290">
      <w:pPr>
        <w:numPr>
          <w:ilvl w:val="0"/>
          <w:numId w:val="1"/>
        </w:numPr>
        <w:ind w:firstLineChars="300" w:firstLine="630"/>
      </w:pPr>
      <w:r>
        <w:rPr>
          <w:rFonts w:hint="eastAsia"/>
        </w:rPr>
        <w:t>开题完成后</w:t>
      </w:r>
      <w:r w:rsidR="0080718D">
        <w:rPr>
          <w:rFonts w:hint="eastAsia"/>
        </w:rPr>
        <w:t>，</w:t>
      </w:r>
      <w:r>
        <w:rPr>
          <w:rFonts w:hint="eastAsia"/>
        </w:rPr>
        <w:t>此表和</w:t>
      </w:r>
      <w:r w:rsidR="0080718D">
        <w:rPr>
          <w:rFonts w:hint="eastAsia"/>
        </w:rPr>
        <w:t>完整的</w:t>
      </w:r>
      <w:r>
        <w:rPr>
          <w:rFonts w:hint="eastAsia"/>
        </w:rPr>
        <w:t>开题报告合并扫描成一个</w:t>
      </w:r>
      <w:r>
        <w:rPr>
          <w:rFonts w:hint="eastAsia"/>
        </w:rPr>
        <w:t>pdf</w:t>
      </w:r>
      <w:r>
        <w:rPr>
          <w:rFonts w:hint="eastAsia"/>
        </w:rPr>
        <w:t>文档，由</w:t>
      </w:r>
      <w:r w:rsidR="006602BD">
        <w:rPr>
          <w:rFonts w:hint="eastAsia"/>
        </w:rPr>
        <w:t>研究生</w:t>
      </w:r>
      <w:r>
        <w:rPr>
          <w:rFonts w:hint="eastAsia"/>
        </w:rPr>
        <w:t>上传至研究生教育管理平台。</w:t>
      </w:r>
    </w:p>
    <w:sectPr w:rsidR="00FA1B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056A9" w14:textId="77777777" w:rsidR="00F47B3A" w:rsidRDefault="00F47B3A" w:rsidP="007D3E4F">
      <w:r>
        <w:separator/>
      </w:r>
    </w:p>
  </w:endnote>
  <w:endnote w:type="continuationSeparator" w:id="0">
    <w:p w14:paraId="1DA7F913" w14:textId="77777777" w:rsidR="00F47B3A" w:rsidRDefault="00F47B3A" w:rsidP="007D3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9E460" w14:textId="77777777" w:rsidR="00F47B3A" w:rsidRDefault="00F47B3A" w:rsidP="007D3E4F">
      <w:r>
        <w:separator/>
      </w:r>
    </w:p>
  </w:footnote>
  <w:footnote w:type="continuationSeparator" w:id="0">
    <w:p w14:paraId="6E278452" w14:textId="77777777" w:rsidR="00F47B3A" w:rsidRDefault="00F47B3A" w:rsidP="007D3E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952A8B"/>
    <w:multiLevelType w:val="singleLevel"/>
    <w:tmpl w:val="40952A8B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6306FD7"/>
    <w:rsid w:val="00041D58"/>
    <w:rsid w:val="000D148D"/>
    <w:rsid w:val="003825BB"/>
    <w:rsid w:val="003E3571"/>
    <w:rsid w:val="0042508A"/>
    <w:rsid w:val="00434DD2"/>
    <w:rsid w:val="004A30F3"/>
    <w:rsid w:val="005A09AA"/>
    <w:rsid w:val="0063523B"/>
    <w:rsid w:val="006602BD"/>
    <w:rsid w:val="00697791"/>
    <w:rsid w:val="006F3D81"/>
    <w:rsid w:val="00706D33"/>
    <w:rsid w:val="00741251"/>
    <w:rsid w:val="007C3C9C"/>
    <w:rsid w:val="007D3E4F"/>
    <w:rsid w:val="0080718D"/>
    <w:rsid w:val="00881D63"/>
    <w:rsid w:val="00903664"/>
    <w:rsid w:val="00925F66"/>
    <w:rsid w:val="00927290"/>
    <w:rsid w:val="009D16D2"/>
    <w:rsid w:val="00AE6D25"/>
    <w:rsid w:val="00BE06B6"/>
    <w:rsid w:val="00C018FB"/>
    <w:rsid w:val="00C842BC"/>
    <w:rsid w:val="00C84F79"/>
    <w:rsid w:val="00D94CE1"/>
    <w:rsid w:val="00DC506E"/>
    <w:rsid w:val="00F47B3A"/>
    <w:rsid w:val="00F82097"/>
    <w:rsid w:val="00FA1BB5"/>
    <w:rsid w:val="0C7D334B"/>
    <w:rsid w:val="44EA6382"/>
    <w:rsid w:val="66306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56DEA7E"/>
  <w15:docId w15:val="{3E2315FC-C203-4D64-BA12-ED6AF1650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qFormat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D3E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7D3E4F"/>
    <w:rPr>
      <w:kern w:val="2"/>
      <w:sz w:val="18"/>
      <w:szCs w:val="18"/>
    </w:rPr>
  </w:style>
  <w:style w:type="paragraph" w:styleId="a6">
    <w:name w:val="footer"/>
    <w:basedOn w:val="a"/>
    <w:link w:val="a7"/>
    <w:rsid w:val="007D3E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7D3E4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45C97BD-AB96-4644-9F9F-02553F2AD6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62</Words>
  <Characters>357</Characters>
  <Application>Microsoft Office Word</Application>
  <DocSecurity>0</DocSecurity>
  <Lines>2</Lines>
  <Paragraphs>1</Paragraphs>
  <ScaleCrop>false</ScaleCrop>
  <Company>中山大学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芬芬钟</dc:creator>
  <cp:lastModifiedBy>M</cp:lastModifiedBy>
  <cp:revision>47</cp:revision>
  <dcterms:created xsi:type="dcterms:W3CDTF">2021-11-30T02:53:00Z</dcterms:created>
  <dcterms:modified xsi:type="dcterms:W3CDTF">2023-08-22T09:00:00Z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55BD884C272D4C0A9592AC45E006FAB0</vt:lpwstr>
  </property>
</Properties>
</file>